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47F25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10DE78E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1D1BE57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36866">
        <w:rPr>
          <w:rFonts w:ascii="Corbel" w:hAnsi="Corbel"/>
          <w:b/>
          <w:smallCaps/>
          <w:sz w:val="24"/>
          <w:szCs w:val="24"/>
        </w:rPr>
        <w:t xml:space="preserve"> </w:t>
      </w:r>
      <w:r w:rsidR="00B36866" w:rsidRPr="00B36866">
        <w:rPr>
          <w:rFonts w:ascii="Corbel" w:hAnsi="Corbel"/>
          <w:b/>
          <w:smallCaps/>
          <w:sz w:val="24"/>
          <w:szCs w:val="24"/>
        </w:rPr>
        <w:t>2025/2028</w:t>
      </w:r>
    </w:p>
    <w:p w14:paraId="267FE9D2" w14:textId="77777777" w:rsidR="0085747A" w:rsidRPr="00B169DF" w:rsidRDefault="0085747A" w:rsidP="009D13F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439EB71" w14:textId="1AD89D98" w:rsidR="00445970" w:rsidRPr="00B169DF" w:rsidRDefault="00B3686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D13F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2026/2027</w:t>
      </w:r>
    </w:p>
    <w:p w14:paraId="0D0A12D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816BD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39F3526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3E12F79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B21A13" w14:textId="77777777" w:rsidR="0085747A" w:rsidRPr="00B169DF" w:rsidRDefault="00B368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6440EAC">
              <w:rPr>
                <w:rFonts w:ascii="Corbel" w:hAnsi="Corbel"/>
                <w:bCs/>
                <w:color w:val="auto"/>
                <w:sz w:val="24"/>
                <w:szCs w:val="24"/>
              </w:rPr>
              <w:t>Finanse publiczne i prawo finansowe</w:t>
            </w:r>
          </w:p>
        </w:tc>
      </w:tr>
      <w:tr w:rsidR="00B36866" w:rsidRPr="00B169DF" w14:paraId="7C6CD3A5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6DC6E285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1ED01DB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19AA">
              <w:rPr>
                <w:rFonts w:ascii="Corbel" w:hAnsi="Corbel"/>
                <w:b w:val="0"/>
                <w:sz w:val="24"/>
                <w:szCs w:val="24"/>
              </w:rPr>
              <w:t>ASO 1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B36866" w:rsidRPr="00B169DF" w14:paraId="1888DF17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76005DC5" w14:textId="77777777" w:rsidR="00B36866" w:rsidRPr="00B169DF" w:rsidRDefault="00B3686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71A5704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B36866" w:rsidRPr="00B169DF" w14:paraId="1208BB53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55E33664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AA8DA5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Pr="06440EAC">
              <w:rPr>
                <w:rFonts w:ascii="Corbel" w:hAnsi="Corbel"/>
                <w:b w:val="0"/>
                <w:sz w:val="24"/>
                <w:szCs w:val="24"/>
              </w:rPr>
              <w:t>Prawa Finansowego</w:t>
            </w:r>
          </w:p>
        </w:tc>
      </w:tr>
      <w:tr w:rsidR="00B36866" w:rsidRPr="00B169DF" w14:paraId="38B87C43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74072475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E9D61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B36866" w:rsidRPr="00B169DF" w14:paraId="5316A3CA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1883F101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184F7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B36866" w:rsidRPr="00B169DF" w14:paraId="7D8BF78F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26964EBB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274F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36866" w:rsidRPr="00B169DF" w14:paraId="37F0CAF8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7DA51E82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906147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36866" w:rsidRPr="00B169DF" w14:paraId="3A31BCF8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2BA74E55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74DC3C" w14:textId="03228546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6440EA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13F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6440EAC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</w:p>
        </w:tc>
      </w:tr>
      <w:tr w:rsidR="00B36866" w:rsidRPr="00B169DF" w14:paraId="17CE83BE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212B4166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78AE97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7F6CB4E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B36866" w:rsidRPr="00B169DF" w14:paraId="071BC56C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68A0BBEE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56843B" w14:textId="77777777" w:rsidR="00B36866" w:rsidRPr="009C54AE" w:rsidRDefault="00B36866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36866" w:rsidRPr="00B169DF" w14:paraId="1A6A8CF5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4F71689F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C771EE" w14:textId="38945EAD" w:rsidR="00B36866" w:rsidRPr="007800A8" w:rsidRDefault="009D13F9" w:rsidP="009E14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27F6CB4E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</w:t>
            </w:r>
          </w:p>
        </w:tc>
      </w:tr>
      <w:tr w:rsidR="00B36866" w:rsidRPr="00B169DF" w14:paraId="197A1E29" w14:textId="77777777" w:rsidTr="009D13F9">
        <w:trPr>
          <w:trHeight w:val="340"/>
        </w:trPr>
        <w:tc>
          <w:tcPr>
            <w:tcW w:w="2694" w:type="dxa"/>
            <w:vAlign w:val="center"/>
          </w:tcPr>
          <w:p w14:paraId="04AE5026" w14:textId="77777777" w:rsidR="00B36866" w:rsidRPr="00B169DF" w:rsidRDefault="00B368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457DAC" w14:textId="109E1C65" w:rsidR="00B36866" w:rsidRPr="005D73D1" w:rsidRDefault="009D13F9" w:rsidP="009D13F9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36866" w:rsidRPr="27F6CB4E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Feret, dr Paweł Majka, dr Marta Sagan</w:t>
            </w:r>
            <w:r w:rsidR="00B36866"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 w:rsidR="00B36866"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 w:rsidR="00B36866" w:rsidRPr="27F6CB4E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3AF30E58" w14:textId="77777777" w:rsidR="00B36866" w:rsidRPr="005D73D1" w:rsidRDefault="00B36866" w:rsidP="009D13F9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7F6CB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 w:rsidRPr="27F6CB4E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7CE3DCB6" w14:textId="77777777" w:rsidR="00923D7D" w:rsidRDefault="0085747A" w:rsidP="009D13F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F82347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DB388A2" w14:textId="77777777" w:rsidR="009D13F9" w:rsidRPr="00B169DF" w:rsidRDefault="009D13F9" w:rsidP="009D13F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973FCE" w14:textId="4B8D8F95" w:rsidR="0085747A" w:rsidRPr="00B169DF" w:rsidRDefault="0085747A" w:rsidP="009D13F9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9D13F9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77AE41" w14:textId="77777777" w:rsidR="00923D7D" w:rsidRPr="00B169DF" w:rsidRDefault="00923D7D" w:rsidP="009D13F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7B12388" w14:textId="77777777" w:rsidTr="009D13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ED72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5F61598" w14:textId="77777777" w:rsidR="00015B8F" w:rsidRPr="00B169DF" w:rsidRDefault="002B5EA0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2044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A572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F0F6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F272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DA88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4216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60C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9550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211D" w14:textId="77777777" w:rsidR="00015B8F" w:rsidRPr="00B169DF" w:rsidRDefault="00015B8F" w:rsidP="009D13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6866" w:rsidRPr="00B169DF" w14:paraId="463DBC81" w14:textId="77777777" w:rsidTr="009D13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1BFB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4486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A871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AFC6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05AA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1037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F66F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BBE4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032E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BE07" w14:textId="77777777" w:rsidR="00B36866" w:rsidRPr="009C54AE" w:rsidRDefault="00B36866" w:rsidP="009D1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756FEA" w14:textId="77777777" w:rsidR="00923D7D" w:rsidRPr="00B169DF" w:rsidRDefault="00923D7D" w:rsidP="009D13F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532FB0" w14:textId="08383F1A" w:rsidR="0085747A" w:rsidRDefault="0085747A" w:rsidP="009D13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62C17AEA" w14:textId="77777777" w:rsidR="009D13F9" w:rsidRPr="00B169DF" w:rsidRDefault="009D13F9" w:rsidP="009D13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75937F2" w14:textId="5A325D3D" w:rsidR="0085747A" w:rsidRPr="00B169DF" w:rsidRDefault="009D13F9" w:rsidP="009D13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3F9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C423EB" w14:textId="57335C3D" w:rsidR="0085747A" w:rsidRPr="00B169DF" w:rsidRDefault="009D13F9" w:rsidP="009D13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3A2C284" w14:textId="77777777" w:rsidR="0085747A" w:rsidRPr="00B169DF" w:rsidRDefault="0085747A" w:rsidP="009D13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D1B1F" w14:textId="001A9BDC" w:rsidR="00E22FBC" w:rsidRDefault="00E22FBC" w:rsidP="009D13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9D13F9">
        <w:rPr>
          <w:rFonts w:ascii="Corbel" w:hAnsi="Corbel"/>
          <w:smallCaps w:val="0"/>
          <w:szCs w:val="24"/>
        </w:rPr>
        <w:t xml:space="preserve">. </w:t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AA390" w14:textId="77777777" w:rsidR="009D13F9" w:rsidRPr="00B169DF" w:rsidRDefault="009D13F9" w:rsidP="009D13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FD62D95" w14:textId="37DF1968" w:rsidR="00B36866" w:rsidRPr="009D13F9" w:rsidRDefault="009D13F9" w:rsidP="009D13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B36866" w:rsidRPr="009D13F9">
        <w:rPr>
          <w:rFonts w:ascii="Corbel" w:hAnsi="Corbel"/>
          <w:b w:val="0"/>
          <w:smallCaps w:val="0"/>
          <w:szCs w:val="24"/>
        </w:rPr>
        <w:t>: zaliczenie z oceną</w:t>
      </w:r>
    </w:p>
    <w:p w14:paraId="169F853F" w14:textId="554A8FA0" w:rsidR="009C54AE" w:rsidRPr="009D13F9" w:rsidRDefault="009D13F9" w:rsidP="009D13F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</w:t>
      </w:r>
      <w:r w:rsidR="00B36866" w:rsidRPr="009D13F9">
        <w:rPr>
          <w:rFonts w:ascii="Corbel" w:hAnsi="Corbel"/>
          <w:b w:val="0"/>
          <w:smallCaps w:val="0"/>
        </w:rPr>
        <w:t>ykład: egzamin</w:t>
      </w:r>
    </w:p>
    <w:p w14:paraId="00C78CBF" w14:textId="77777777" w:rsidR="00E960BB" w:rsidRPr="00B169DF" w:rsidRDefault="00E960BB" w:rsidP="009D13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F1A1D" w14:textId="0F46E8C9" w:rsidR="00E960BB" w:rsidRDefault="0085747A" w:rsidP="009D13F9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9D13F9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7B4969C7" w14:textId="77777777" w:rsidR="00BE3311" w:rsidRPr="00B169DF" w:rsidRDefault="00BE3311" w:rsidP="009D13F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2B432B02" w14:textId="77777777" w:rsidTr="009D13F9">
        <w:trPr>
          <w:trHeight w:val="423"/>
        </w:trPr>
        <w:tc>
          <w:tcPr>
            <w:tcW w:w="9386" w:type="dxa"/>
            <w:vAlign w:val="center"/>
          </w:tcPr>
          <w:p w14:paraId="4A6BF92E" w14:textId="77777777" w:rsidR="0085747A" w:rsidRPr="00B169DF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6440EAC">
              <w:rPr>
                <w:rFonts w:ascii="Corbel" w:hAnsi="Corbel"/>
                <w:b w:val="0"/>
                <w:smallCaps w:val="0"/>
                <w:color w:val="000000" w:themeColor="text1"/>
              </w:rPr>
              <w:t>Prawo konstytucyjne, prawo administracyjne, podstawy prawa cywilnego.</w:t>
            </w:r>
          </w:p>
        </w:tc>
      </w:tr>
    </w:tbl>
    <w:p w14:paraId="4AD5C8A3" w14:textId="77777777" w:rsidR="00153C41" w:rsidRDefault="00153C41" w:rsidP="009D13F9">
      <w:pPr>
        <w:pStyle w:val="Punktygwne"/>
        <w:spacing w:before="0" w:after="0"/>
        <w:rPr>
          <w:rFonts w:ascii="Corbel" w:hAnsi="Corbel"/>
          <w:szCs w:val="24"/>
        </w:rPr>
      </w:pPr>
    </w:p>
    <w:p w14:paraId="067EF80D" w14:textId="77777777" w:rsidR="00BE3311" w:rsidRDefault="00BE3311" w:rsidP="009D13F9">
      <w:pPr>
        <w:pStyle w:val="Punktygwne"/>
        <w:spacing w:before="0" w:after="0"/>
        <w:rPr>
          <w:rFonts w:ascii="Corbel" w:hAnsi="Corbel"/>
          <w:szCs w:val="24"/>
        </w:rPr>
      </w:pPr>
    </w:p>
    <w:p w14:paraId="4FFEAE3D" w14:textId="33FF30F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9D13F9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786F37B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BA6F34" w14:textId="60063DE8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9D13F9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4490F68" w14:textId="77777777" w:rsidR="00F83B28" w:rsidRPr="009D13F9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8955"/>
      </w:tblGrid>
      <w:tr w:rsidR="00B36866" w:rsidRPr="00B169DF" w14:paraId="02782A55" w14:textId="77777777" w:rsidTr="00A818E2">
        <w:tc>
          <w:tcPr>
            <w:tcW w:w="574" w:type="dxa"/>
            <w:vAlign w:val="center"/>
          </w:tcPr>
          <w:p w14:paraId="11E0E9BE" w14:textId="3DED1C25" w:rsidR="00B36866" w:rsidRPr="009C54AE" w:rsidRDefault="00B36866" w:rsidP="009D13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5" w:type="dxa"/>
            <w:vAlign w:val="center"/>
          </w:tcPr>
          <w:p w14:paraId="7C73D325" w14:textId="77777777" w:rsidR="00B36866" w:rsidRPr="007D17EF" w:rsidRDefault="00B36866" w:rsidP="009D13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Przekazanie wiadomości z zakresu finansów publicznych oraz prawa finansowego, objętych zakresem wykładu.</w:t>
            </w:r>
          </w:p>
        </w:tc>
      </w:tr>
      <w:tr w:rsidR="00B36866" w:rsidRPr="00B169DF" w14:paraId="55FF7151" w14:textId="77777777" w:rsidTr="00A818E2">
        <w:tc>
          <w:tcPr>
            <w:tcW w:w="574" w:type="dxa"/>
            <w:vAlign w:val="center"/>
          </w:tcPr>
          <w:p w14:paraId="56FCA3F8" w14:textId="77777777" w:rsidR="00B36866" w:rsidRPr="009C54AE" w:rsidRDefault="00B36866" w:rsidP="009D13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955" w:type="dxa"/>
            <w:vAlign w:val="center"/>
          </w:tcPr>
          <w:p w14:paraId="352B3790" w14:textId="77777777" w:rsidR="00B36866" w:rsidRPr="007D17EF" w:rsidRDefault="00B36866" w:rsidP="009D13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 xml:space="preserve">Student pozna instytucje prawne tworzące polski system finansowy oraz prawa finansowego w tym prawo budżetowe, elementy ogólnego prawa </w:t>
            </w:r>
            <w:proofErr w:type="spellStart"/>
            <w:r w:rsidRPr="007D17EF">
              <w:rPr>
                <w:rFonts w:ascii="Corbel" w:hAnsi="Corbel"/>
                <w:b w:val="0"/>
                <w:sz w:val="24"/>
                <w:szCs w:val="24"/>
              </w:rPr>
              <w:t>daninowego</w:t>
            </w:r>
            <w:proofErr w:type="spellEnd"/>
            <w:r w:rsidRPr="007D17EF">
              <w:rPr>
                <w:rFonts w:ascii="Corbel" w:hAnsi="Corbel"/>
                <w:b w:val="0"/>
                <w:sz w:val="24"/>
                <w:szCs w:val="24"/>
              </w:rPr>
              <w:t>, finansów ubezpieczeń społecznych, instrumenty polityki pieniężnej i podstaw publicznego prawa bankowego.</w:t>
            </w:r>
          </w:p>
        </w:tc>
      </w:tr>
      <w:tr w:rsidR="00B36866" w:rsidRPr="00B169DF" w14:paraId="74F3E776" w14:textId="77777777" w:rsidTr="00A818E2">
        <w:tc>
          <w:tcPr>
            <w:tcW w:w="574" w:type="dxa"/>
            <w:vAlign w:val="center"/>
          </w:tcPr>
          <w:p w14:paraId="43AB20BE" w14:textId="77777777" w:rsidR="00B36866" w:rsidRPr="009C54AE" w:rsidRDefault="00B36866" w:rsidP="009D13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5" w:type="dxa"/>
            <w:vAlign w:val="center"/>
          </w:tcPr>
          <w:p w14:paraId="1713FD94" w14:textId="77777777" w:rsidR="00B36866" w:rsidRPr="007D17EF" w:rsidRDefault="00B36866" w:rsidP="009D13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zapozna się ze specyfiką finansów oraz norm prawa finansowego oraz jego związków z prawem administracyjnym.</w:t>
            </w:r>
          </w:p>
        </w:tc>
      </w:tr>
      <w:tr w:rsidR="00B36866" w:rsidRPr="00B169DF" w14:paraId="344CCDE4" w14:textId="77777777" w:rsidTr="00A818E2">
        <w:tc>
          <w:tcPr>
            <w:tcW w:w="574" w:type="dxa"/>
            <w:vAlign w:val="center"/>
          </w:tcPr>
          <w:p w14:paraId="4C038BC2" w14:textId="77777777" w:rsidR="00B36866" w:rsidRPr="009C54AE" w:rsidRDefault="00B36866" w:rsidP="009D13F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955" w:type="dxa"/>
            <w:vAlign w:val="center"/>
          </w:tcPr>
          <w:p w14:paraId="3F156EEA" w14:textId="77777777" w:rsidR="00B36866" w:rsidRPr="007D17EF" w:rsidRDefault="00B36866" w:rsidP="009D13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nabędzie także podstawową wiedzę o istotnych problemach związanych ze stosowaniem norm prawa finansowego.</w:t>
            </w:r>
          </w:p>
        </w:tc>
      </w:tr>
      <w:tr w:rsidR="00B36866" w:rsidRPr="00B169DF" w14:paraId="27C6E48B" w14:textId="77777777" w:rsidTr="00A818E2">
        <w:tc>
          <w:tcPr>
            <w:tcW w:w="574" w:type="dxa"/>
            <w:vAlign w:val="center"/>
          </w:tcPr>
          <w:p w14:paraId="0183773A" w14:textId="77777777" w:rsidR="00B36866" w:rsidRPr="009C54AE" w:rsidRDefault="00B36866" w:rsidP="009D13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5" w:type="dxa"/>
            <w:vAlign w:val="center"/>
          </w:tcPr>
          <w:p w14:paraId="2B81A5EB" w14:textId="77777777" w:rsidR="00B36866" w:rsidRPr="007D17EF" w:rsidRDefault="00B36866" w:rsidP="009D13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7EF">
              <w:rPr>
                <w:rFonts w:ascii="Corbel" w:hAnsi="Corbel"/>
                <w:b w:val="0"/>
                <w:sz w:val="24"/>
                <w:szCs w:val="24"/>
              </w:rPr>
              <w:t>Student pozna metody interpretowania - na poziomie podstawowym - przepisów prawa finansowego.</w:t>
            </w:r>
          </w:p>
        </w:tc>
      </w:tr>
    </w:tbl>
    <w:p w14:paraId="143A620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CE96B8" w14:textId="09FE22A1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9D13F9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7678E49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37"/>
        <w:gridCol w:w="1873"/>
      </w:tblGrid>
      <w:tr w:rsidR="0085747A" w:rsidRPr="00B169DF" w14:paraId="1E0D5ED6" w14:textId="77777777" w:rsidTr="009D13F9">
        <w:tc>
          <w:tcPr>
            <w:tcW w:w="1560" w:type="dxa"/>
            <w:vAlign w:val="center"/>
          </w:tcPr>
          <w:p w14:paraId="16E5C7C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082E4D4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58504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6866" w:rsidRPr="00B169DF" w14:paraId="38496366" w14:textId="77777777" w:rsidTr="009D13F9">
        <w:tc>
          <w:tcPr>
            <w:tcW w:w="1560" w:type="dxa"/>
          </w:tcPr>
          <w:p w14:paraId="01FBE886" w14:textId="75832F4F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381419AC" w14:textId="1256F44D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 xml:space="preserve">Absolwent ma podstawową wiedzę o charakterze nauk prawnych, w tym prawno-administracyjnych, ich miejscu w systemie nauk społecznych i rozpoznaje relacje do innych nauk społecznych, zna zarys ewolucji podstawowych instytucji administracyjnych i prawnych, a także ma wiedzę </w:t>
            </w:r>
            <w:r w:rsidR="009D13F9">
              <w:rPr>
                <w:rFonts w:ascii="Corbel" w:hAnsi="Corbel"/>
                <w:sz w:val="24"/>
                <w:szCs w:val="24"/>
              </w:rPr>
              <w:br/>
            </w:r>
            <w:r w:rsidRPr="009D13F9">
              <w:rPr>
                <w:rFonts w:ascii="Corbel" w:hAnsi="Corbel"/>
                <w:sz w:val="24"/>
                <w:szCs w:val="24"/>
              </w:rPr>
              <w:t xml:space="preserve">o poglądach doktryny i orzecznictwa na temat struktur </w:t>
            </w:r>
            <w:r w:rsidR="009D13F9">
              <w:rPr>
                <w:rFonts w:ascii="Corbel" w:hAnsi="Corbel"/>
                <w:sz w:val="24"/>
                <w:szCs w:val="24"/>
              </w:rPr>
              <w:br/>
            </w:r>
            <w:r w:rsidRPr="009D13F9">
              <w:rPr>
                <w:rFonts w:ascii="Corbel" w:hAnsi="Corbel"/>
                <w:sz w:val="24"/>
                <w:szCs w:val="24"/>
              </w:rPr>
              <w:t>i instytucji prawnych i 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7629AFC7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w w:val="89"/>
                <w:sz w:val="24"/>
                <w:szCs w:val="24"/>
              </w:rPr>
              <w:t>K_</w:t>
            </w:r>
            <w:r w:rsidRPr="009D13F9">
              <w:rPr>
                <w:rFonts w:ascii="Corbel" w:hAnsi="Corbel"/>
                <w:w w:val="92"/>
                <w:sz w:val="24"/>
                <w:szCs w:val="24"/>
              </w:rPr>
              <w:t>W0</w:t>
            </w:r>
            <w:r w:rsidRPr="009D13F9">
              <w:rPr>
                <w:rFonts w:ascii="Corbel" w:hAnsi="Corbel"/>
                <w:spacing w:val="-1"/>
                <w:w w:val="92"/>
                <w:sz w:val="24"/>
                <w:szCs w:val="24"/>
              </w:rPr>
              <w:t>1</w:t>
            </w:r>
          </w:p>
        </w:tc>
      </w:tr>
      <w:tr w:rsidR="00B36866" w:rsidRPr="00B169DF" w14:paraId="3D30C5FF" w14:textId="77777777" w:rsidTr="009D13F9">
        <w:tc>
          <w:tcPr>
            <w:tcW w:w="1560" w:type="dxa"/>
          </w:tcPr>
          <w:p w14:paraId="72770E80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5C744B85" w14:textId="77777777" w:rsidR="00B36866" w:rsidRPr="009D13F9" w:rsidRDefault="00B36866" w:rsidP="009D13F9">
            <w:pPr>
              <w:pStyle w:val="TableParagraph"/>
              <w:ind w:left="34" w:right="101"/>
              <w:rPr>
                <w:sz w:val="24"/>
                <w:szCs w:val="24"/>
              </w:rPr>
            </w:pPr>
            <w:r w:rsidRPr="009D13F9">
              <w:rPr>
                <w:sz w:val="24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74821371" w14:textId="77777777" w:rsidR="00B36866" w:rsidRPr="009D13F9" w:rsidRDefault="00B36866" w:rsidP="009D13F9">
            <w:pPr>
              <w:pStyle w:val="TableParagraph"/>
              <w:ind w:left="106"/>
              <w:rPr>
                <w:sz w:val="23"/>
              </w:rPr>
            </w:pPr>
            <w:r w:rsidRPr="009D13F9">
              <w:rPr>
                <w:w w:val="90"/>
                <w:sz w:val="24"/>
                <w:szCs w:val="24"/>
              </w:rPr>
              <w:t>K</w:t>
            </w:r>
            <w:r w:rsidRPr="009D13F9">
              <w:rPr>
                <w:spacing w:val="3"/>
                <w:w w:val="90"/>
                <w:sz w:val="24"/>
                <w:szCs w:val="24"/>
              </w:rPr>
              <w:t>_</w:t>
            </w:r>
            <w:r w:rsidRPr="009D13F9">
              <w:rPr>
                <w:w w:val="89"/>
                <w:sz w:val="24"/>
                <w:szCs w:val="24"/>
              </w:rPr>
              <w:t>W0</w:t>
            </w:r>
            <w:r w:rsidRPr="009D13F9">
              <w:rPr>
                <w:spacing w:val="1"/>
                <w:w w:val="89"/>
                <w:sz w:val="24"/>
                <w:szCs w:val="24"/>
              </w:rPr>
              <w:t>3</w:t>
            </w:r>
          </w:p>
        </w:tc>
      </w:tr>
      <w:tr w:rsidR="00B36866" w:rsidRPr="00B169DF" w14:paraId="2449721A" w14:textId="77777777" w:rsidTr="009D13F9">
        <w:tc>
          <w:tcPr>
            <w:tcW w:w="1560" w:type="dxa"/>
          </w:tcPr>
          <w:p w14:paraId="13288980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52FC061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administracyjnych;</w:t>
            </w:r>
          </w:p>
        </w:tc>
        <w:tc>
          <w:tcPr>
            <w:tcW w:w="1873" w:type="dxa"/>
          </w:tcPr>
          <w:p w14:paraId="63F40AA6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 w:rsidRPr="009D13F9">
              <w:rPr>
                <w:rFonts w:ascii="Corbel" w:hAnsi="Corbel"/>
                <w:b w:val="0"/>
                <w:smallCaps w:val="0"/>
                <w:w w:val="92"/>
                <w:szCs w:val="24"/>
              </w:rPr>
              <w:t>W05</w:t>
            </w:r>
          </w:p>
        </w:tc>
      </w:tr>
      <w:tr w:rsidR="00B36866" w:rsidRPr="00B169DF" w14:paraId="6981EB05" w14:textId="77777777" w:rsidTr="009D13F9">
        <w:tc>
          <w:tcPr>
            <w:tcW w:w="1560" w:type="dxa"/>
          </w:tcPr>
          <w:p w14:paraId="30AB0339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2BA768E4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zna zasady tworzenia i rozwoju form indywidualnej przedsiębiorczości, a w szczególności zasady podejmowania i prowadzenia działalności gospodarczej, wykorzystując wiedzę z zakresu administracji;</w:t>
            </w:r>
          </w:p>
        </w:tc>
        <w:tc>
          <w:tcPr>
            <w:tcW w:w="1873" w:type="dxa"/>
          </w:tcPr>
          <w:p w14:paraId="506FBBBC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w w:val="89"/>
                <w:szCs w:val="24"/>
              </w:rPr>
              <w:t>K_</w:t>
            </w:r>
            <w:r w:rsidRPr="009D13F9">
              <w:rPr>
                <w:rFonts w:ascii="Corbel" w:hAnsi="Corbel"/>
                <w:b w:val="0"/>
                <w:smallCaps w:val="0"/>
                <w:w w:val="92"/>
                <w:szCs w:val="24"/>
              </w:rPr>
              <w:t>W08</w:t>
            </w:r>
          </w:p>
        </w:tc>
      </w:tr>
      <w:tr w:rsidR="00B36866" w:rsidRPr="00B169DF" w14:paraId="0C1CF276" w14:textId="77777777" w:rsidTr="009D13F9">
        <w:tc>
          <w:tcPr>
            <w:tcW w:w="1560" w:type="dxa"/>
          </w:tcPr>
          <w:p w14:paraId="382202D9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0BD4051E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73" w:type="dxa"/>
          </w:tcPr>
          <w:p w14:paraId="5FD511E9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w w:val="89"/>
                <w:szCs w:val="24"/>
              </w:rPr>
              <w:t>K_</w:t>
            </w:r>
            <w:r w:rsidRPr="009D13F9"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 w:rsidRPr="009D13F9">
              <w:rPr>
                <w:rFonts w:ascii="Corbel" w:hAnsi="Corbel"/>
                <w:b w:val="0"/>
                <w:smallCaps w:val="0"/>
                <w:w w:val="91"/>
                <w:szCs w:val="24"/>
              </w:rPr>
              <w:t>0</w:t>
            </w:r>
            <w:r w:rsidRPr="009D13F9">
              <w:rPr>
                <w:rFonts w:ascii="Corbel" w:hAnsi="Corbel"/>
                <w:b w:val="0"/>
                <w:smallCaps w:val="0"/>
                <w:w w:val="93"/>
                <w:szCs w:val="24"/>
              </w:rPr>
              <w:t>1</w:t>
            </w:r>
          </w:p>
        </w:tc>
      </w:tr>
      <w:tr w:rsidR="00B36866" w:rsidRPr="00B169DF" w14:paraId="0CC948BC" w14:textId="77777777" w:rsidTr="009D13F9">
        <w:tc>
          <w:tcPr>
            <w:tcW w:w="1560" w:type="dxa"/>
          </w:tcPr>
          <w:p w14:paraId="4D8E5209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37" w:type="dxa"/>
          </w:tcPr>
          <w:p w14:paraId="67EE13CF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potrafi analizować i interpretować teksty prawne i naukowe oraz wykorzystywać orzecznictwo w celu rozwiązywania podstawowych problemów będących przedmiotem analizy;</w:t>
            </w:r>
          </w:p>
        </w:tc>
        <w:tc>
          <w:tcPr>
            <w:tcW w:w="1873" w:type="dxa"/>
          </w:tcPr>
          <w:p w14:paraId="337AE5A9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 w:rsidRPr="009D13F9"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 w:rsidRPr="009D13F9">
              <w:rPr>
                <w:rFonts w:ascii="Corbel" w:hAnsi="Corbel"/>
                <w:b w:val="0"/>
                <w:smallCaps w:val="0"/>
                <w:w w:val="91"/>
                <w:szCs w:val="24"/>
              </w:rPr>
              <w:t>0</w:t>
            </w:r>
            <w:r w:rsidRPr="009D13F9">
              <w:rPr>
                <w:rFonts w:ascii="Corbel" w:hAnsi="Corbel"/>
                <w:b w:val="0"/>
                <w:smallCaps w:val="0"/>
                <w:w w:val="93"/>
                <w:szCs w:val="24"/>
              </w:rPr>
              <w:t>4</w:t>
            </w:r>
          </w:p>
        </w:tc>
      </w:tr>
      <w:tr w:rsidR="00B36866" w:rsidRPr="00B169DF" w14:paraId="2CD2EEC8" w14:textId="77777777" w:rsidTr="009D13F9">
        <w:tc>
          <w:tcPr>
            <w:tcW w:w="1560" w:type="dxa"/>
          </w:tcPr>
          <w:p w14:paraId="20F7FA96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14:paraId="64551F5C" w14:textId="2CE6FB86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</w:t>
            </w:r>
            <w:r w:rsidR="009D13F9">
              <w:rPr>
                <w:rFonts w:ascii="Corbel" w:hAnsi="Corbel"/>
                <w:sz w:val="24"/>
                <w:szCs w:val="24"/>
              </w:rPr>
              <w:br/>
            </w:r>
            <w:r w:rsidRPr="009D13F9">
              <w:rPr>
                <w:rFonts w:ascii="Corbel" w:hAnsi="Corbel"/>
                <w:sz w:val="24"/>
                <w:szCs w:val="24"/>
              </w:rPr>
              <w:t>o administracji, ekonomicznych, politycznych oraz innych dyscyplin naukowych z wykorzystaniem ujęć teoretycznych, a także różnych źródeł;</w:t>
            </w:r>
          </w:p>
        </w:tc>
        <w:tc>
          <w:tcPr>
            <w:tcW w:w="1873" w:type="dxa"/>
          </w:tcPr>
          <w:p w14:paraId="30A10894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 w:rsidRPr="009D13F9"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 w:rsidRPr="009D13F9">
              <w:rPr>
                <w:rFonts w:ascii="Corbel" w:hAnsi="Corbel"/>
                <w:b w:val="0"/>
                <w:smallCaps w:val="0"/>
                <w:spacing w:val="1"/>
                <w:w w:val="80"/>
                <w:szCs w:val="24"/>
              </w:rPr>
              <w:t>07</w:t>
            </w:r>
          </w:p>
        </w:tc>
      </w:tr>
      <w:tr w:rsidR="00B36866" w:rsidRPr="00B169DF" w14:paraId="5E8EBB87" w14:textId="77777777" w:rsidTr="009D13F9">
        <w:tc>
          <w:tcPr>
            <w:tcW w:w="1560" w:type="dxa"/>
          </w:tcPr>
          <w:p w14:paraId="50F68FC6" w14:textId="6C4C94C2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7" w:type="dxa"/>
          </w:tcPr>
          <w:p w14:paraId="1DF68F66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potrafi planować i organizować pracę indywidualną i zespołową oraz aktywnie współdziałać w grupie, przyjmując w niej określone role;</w:t>
            </w:r>
          </w:p>
        </w:tc>
        <w:tc>
          <w:tcPr>
            <w:tcW w:w="1873" w:type="dxa"/>
          </w:tcPr>
          <w:p w14:paraId="16E8082F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 w:rsidRPr="009D13F9"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 w:rsidRPr="009D13F9">
              <w:rPr>
                <w:rFonts w:ascii="Corbel" w:hAnsi="Corbel"/>
                <w:b w:val="0"/>
                <w:smallCaps w:val="0"/>
                <w:spacing w:val="-1"/>
                <w:w w:val="83"/>
                <w:szCs w:val="24"/>
              </w:rPr>
              <w:t>08</w:t>
            </w:r>
          </w:p>
        </w:tc>
      </w:tr>
      <w:tr w:rsidR="00B36866" w:rsidRPr="00B169DF" w14:paraId="47D89221" w14:textId="77777777" w:rsidTr="009D13F9">
        <w:tc>
          <w:tcPr>
            <w:tcW w:w="1560" w:type="dxa"/>
          </w:tcPr>
          <w:p w14:paraId="24BD1CAF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7" w:type="dxa"/>
          </w:tcPr>
          <w:p w14:paraId="06023BF8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jest gotów do inicjowania działania i współdziałania na rzecz interesu społecznego z uwzględnieniem wymogów prawnych, administracyjnych i ekonomicznych;</w:t>
            </w:r>
          </w:p>
        </w:tc>
        <w:tc>
          <w:tcPr>
            <w:tcW w:w="1873" w:type="dxa"/>
          </w:tcPr>
          <w:p w14:paraId="1EC35D22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36866" w:rsidRPr="00B169DF" w14:paraId="61E8D27E" w14:textId="77777777" w:rsidTr="009D13F9">
        <w:tc>
          <w:tcPr>
            <w:tcW w:w="1560" w:type="dxa"/>
          </w:tcPr>
          <w:p w14:paraId="5A6ADF58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37" w:type="dxa"/>
          </w:tcPr>
          <w:p w14:paraId="51070743" w14:textId="77777777" w:rsidR="00B36866" w:rsidRPr="009D13F9" w:rsidRDefault="00B36866" w:rsidP="009D13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3F9">
              <w:rPr>
                <w:rFonts w:ascii="Corbel" w:hAnsi="Corbel"/>
                <w:sz w:val="24"/>
                <w:szCs w:val="24"/>
              </w:rPr>
              <w:t>jest gotów do przedsiębiorczego i kreatywnego myślenia oraz działania z wykorzystaniem wiedzy zdobytej w trakcie studiów.</w:t>
            </w:r>
          </w:p>
        </w:tc>
        <w:tc>
          <w:tcPr>
            <w:tcW w:w="1873" w:type="dxa"/>
          </w:tcPr>
          <w:p w14:paraId="15AE7C72" w14:textId="77777777" w:rsidR="00B36866" w:rsidRPr="009D13F9" w:rsidRDefault="00B36866" w:rsidP="009D1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3F9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BE004A4" w14:textId="77777777" w:rsidR="0085747A" w:rsidRPr="00B169DF" w:rsidRDefault="0085747A" w:rsidP="009D13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ECB64" w14:textId="6712691E" w:rsidR="0085747A" w:rsidRDefault="00675843" w:rsidP="009D13F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9D13F9">
        <w:rPr>
          <w:rFonts w:ascii="Corbel" w:hAnsi="Corbel"/>
          <w:b/>
          <w:sz w:val="24"/>
          <w:szCs w:val="24"/>
        </w:rPr>
        <w:t>.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00C66FE" w14:textId="77777777" w:rsidR="009D13F9" w:rsidRPr="00B169DF" w:rsidRDefault="009D13F9" w:rsidP="009D13F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46D7D90" w14:textId="56D813E9" w:rsidR="0085747A" w:rsidRPr="00B169DF" w:rsidRDefault="0085747A" w:rsidP="009D13F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5776ED08" w14:textId="77777777" w:rsidR="00675843" w:rsidRPr="00B169DF" w:rsidRDefault="00675843" w:rsidP="009D13F9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0650D91" w14:textId="77777777" w:rsidTr="00923D7D">
        <w:tc>
          <w:tcPr>
            <w:tcW w:w="9639" w:type="dxa"/>
          </w:tcPr>
          <w:p w14:paraId="08701F15" w14:textId="77777777" w:rsidR="0085747A" w:rsidRPr="009D13F9" w:rsidRDefault="0085747A" w:rsidP="009D13F9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13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935C8" w:rsidRPr="00B169DF" w14:paraId="548818CA" w14:textId="77777777" w:rsidTr="00923D7D">
        <w:tc>
          <w:tcPr>
            <w:tcW w:w="9639" w:type="dxa"/>
          </w:tcPr>
          <w:p w14:paraId="08C04E4A" w14:textId="46CA6955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Pojęcie finansów publicznych, środków publicznych,</w:t>
            </w:r>
            <w:r>
              <w:rPr>
                <w:rFonts w:ascii="Corbel" w:hAnsi="Corbel"/>
                <w:sz w:val="24"/>
                <w:szCs w:val="24"/>
              </w:rPr>
              <w:t xml:space="preserve"> sektora finansów publicznych,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</w:t>
            </w:r>
            <w:r w:rsidRPr="00F81841">
              <w:rPr>
                <w:rFonts w:ascii="Corbel" w:hAnsi="Corbel"/>
                <w:sz w:val="24"/>
                <w:szCs w:val="24"/>
              </w:rPr>
              <w:t>udżetu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>państwa i budżetu jednostki samorządu terytorialnego</w:t>
            </w:r>
          </w:p>
        </w:tc>
      </w:tr>
      <w:tr w:rsidR="005935C8" w:rsidRPr="00B169DF" w14:paraId="23761A27" w14:textId="77777777" w:rsidTr="00923D7D">
        <w:tc>
          <w:tcPr>
            <w:tcW w:w="9639" w:type="dxa"/>
          </w:tcPr>
          <w:p w14:paraId="042BE829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F81841">
              <w:rPr>
                <w:rFonts w:ascii="Corbel" w:hAnsi="Corbel"/>
                <w:sz w:val="24"/>
                <w:szCs w:val="24"/>
              </w:rPr>
              <w:t>dresaci przepisów ustawy o finansach publicznych</w:t>
            </w:r>
          </w:p>
        </w:tc>
      </w:tr>
      <w:tr w:rsidR="005935C8" w:rsidRPr="00B169DF" w14:paraId="180521A2" w14:textId="77777777" w:rsidTr="00923D7D">
        <w:tc>
          <w:tcPr>
            <w:tcW w:w="9639" w:type="dxa"/>
          </w:tcPr>
          <w:p w14:paraId="2486C58A" w14:textId="1B18144B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14:paraId="615514A0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uprzedniości budżetu, planowanie i uchwalanie budżetu</w:t>
            </w:r>
          </w:p>
        </w:tc>
      </w:tr>
      <w:tr w:rsidR="005935C8" w:rsidRPr="00B169DF" w14:paraId="54163F9A" w14:textId="77777777" w:rsidTr="00923D7D">
        <w:tc>
          <w:tcPr>
            <w:tcW w:w="9639" w:type="dxa"/>
          </w:tcPr>
          <w:p w14:paraId="3A4A14B4" w14:textId="05CF4D01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 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14:paraId="428DC6F3" w14:textId="7CC9C4F9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roczności budżetu, pojęcie Wieloletniego Planu Fina</w:t>
            </w:r>
            <w:r>
              <w:rPr>
                <w:rFonts w:ascii="Corbel" w:hAnsi="Corbel"/>
                <w:sz w:val="24"/>
                <w:szCs w:val="24"/>
              </w:rPr>
              <w:t>nsowego Państwa i wieloletniej p</w:t>
            </w:r>
            <w:r w:rsidRPr="00F81841">
              <w:rPr>
                <w:rFonts w:ascii="Corbel" w:hAnsi="Corbel"/>
                <w:sz w:val="24"/>
                <w:szCs w:val="24"/>
              </w:rPr>
              <w:t>rognozy finansowej jednostek samorządu terytorialnego oraz prowizorium budżetowego</w:t>
            </w:r>
          </w:p>
        </w:tc>
      </w:tr>
      <w:tr w:rsidR="005935C8" w:rsidRPr="00B169DF" w14:paraId="422680C0" w14:textId="77777777" w:rsidTr="00923D7D">
        <w:tc>
          <w:tcPr>
            <w:tcW w:w="9639" w:type="dxa"/>
          </w:tcPr>
          <w:p w14:paraId="572F97E7" w14:textId="77777777" w:rsidR="00F97148" w:rsidRDefault="005935C8" w:rsidP="009D13F9">
            <w:pPr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05935C8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35C8">
              <w:rPr>
                <w:rFonts w:ascii="Corbel" w:hAnsi="Corbel"/>
                <w:sz w:val="24"/>
                <w:szCs w:val="24"/>
              </w:rPr>
              <w:t>wyjątków w stosunku do tych zasad: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492E34A" w14:textId="37A88629" w:rsidR="005935C8" w:rsidRPr="005935C8" w:rsidRDefault="005935C8" w:rsidP="009D13F9">
            <w:pPr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05935C8">
              <w:rPr>
                <w:rFonts w:ascii="Corbel" w:hAnsi="Corbel"/>
                <w:sz w:val="24"/>
                <w:szCs w:val="24"/>
              </w:rPr>
              <w:t>- zasada równowagi budżetowej, pojęcia: długu publicznego i deficytu budżetowego, sposoby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35C8">
              <w:rPr>
                <w:rFonts w:ascii="Corbel" w:hAnsi="Corbel"/>
                <w:sz w:val="24"/>
                <w:szCs w:val="24"/>
              </w:rPr>
              <w:t>jego pokrywania</w:t>
            </w:r>
          </w:p>
        </w:tc>
      </w:tr>
      <w:tr w:rsidR="005935C8" w:rsidRPr="00B169DF" w14:paraId="43E004E5" w14:textId="77777777" w:rsidTr="00923D7D">
        <w:tc>
          <w:tcPr>
            <w:tcW w:w="9639" w:type="dxa"/>
          </w:tcPr>
          <w:p w14:paraId="0077997C" w14:textId="217A4CFD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14:paraId="6A2FB92E" w14:textId="4758B7DA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szczegółowości budżetu; pojęcie klasyfikacji budże</w:t>
            </w:r>
            <w:r>
              <w:rPr>
                <w:rFonts w:ascii="Corbel" w:hAnsi="Corbel"/>
                <w:sz w:val="24"/>
                <w:szCs w:val="24"/>
              </w:rPr>
              <w:t>towej i jej znaczenie z punktu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idzenia realizacji budżetu</w:t>
            </w:r>
          </w:p>
        </w:tc>
      </w:tr>
      <w:tr w:rsidR="005935C8" w:rsidRPr="00B169DF" w14:paraId="184F2619" w14:textId="77777777" w:rsidTr="00923D7D">
        <w:tc>
          <w:tcPr>
            <w:tcW w:w="9639" w:type="dxa"/>
          </w:tcPr>
          <w:p w14:paraId="6BDBC565" w14:textId="69048091" w:rsidR="009D13F9" w:rsidRPr="009D13F9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wyj</w:t>
            </w:r>
            <w:r w:rsidRPr="00F81841">
              <w:rPr>
                <w:rFonts w:ascii="Corbel" w:hAnsi="Corbel"/>
                <w:sz w:val="24"/>
                <w:szCs w:val="24"/>
              </w:rPr>
              <w:t>ątków w stosunku do tych zasad:</w:t>
            </w:r>
          </w:p>
          <w:p w14:paraId="7D2BE723" w14:textId="60FE4EAD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powszechności budżetu: jednostki budżetowe, realiz</w:t>
            </w:r>
            <w:r>
              <w:rPr>
                <w:rFonts w:ascii="Corbel" w:hAnsi="Corbel"/>
                <w:sz w:val="24"/>
                <w:szCs w:val="24"/>
              </w:rPr>
              <w:t>acja zadań w zakresie oświaty,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F81841">
              <w:rPr>
                <w:rFonts w:ascii="Corbel" w:hAnsi="Corbel"/>
                <w:sz w:val="24"/>
                <w:szCs w:val="24"/>
              </w:rPr>
              <w:t>amorządowe zakłady budżetowe, agencje wykonawcze, je</w:t>
            </w:r>
            <w:r>
              <w:rPr>
                <w:rFonts w:ascii="Corbel" w:hAnsi="Corbel"/>
                <w:sz w:val="24"/>
                <w:szCs w:val="24"/>
              </w:rPr>
              <w:t>dnostki gospodarki budżetowej,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F81841">
              <w:rPr>
                <w:rFonts w:ascii="Corbel" w:hAnsi="Corbel"/>
                <w:sz w:val="24"/>
                <w:szCs w:val="24"/>
              </w:rPr>
              <w:t>nne państwowe i samorządowe osoby prawne</w:t>
            </w:r>
          </w:p>
        </w:tc>
      </w:tr>
    </w:tbl>
    <w:p w14:paraId="4896FAE1" w14:textId="77777777" w:rsidR="00F97148" w:rsidRDefault="00F97148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935C8" w:rsidRPr="00B169DF" w14:paraId="3BA82CBC" w14:textId="77777777" w:rsidTr="00923D7D">
        <w:tc>
          <w:tcPr>
            <w:tcW w:w="9639" w:type="dxa"/>
          </w:tcPr>
          <w:p w14:paraId="433CDCF6" w14:textId="57E35DEC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Funkcjonowanie budżetów: centralnego i samorządowych w</w:t>
            </w:r>
            <w:r>
              <w:rPr>
                <w:rFonts w:ascii="Corbel" w:hAnsi="Corbel"/>
                <w:sz w:val="24"/>
                <w:szCs w:val="24"/>
              </w:rPr>
              <w:t xml:space="preserve"> świetle zasad budżetowych oraz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>wyjątków w stosunku do tych zasad:</w:t>
            </w:r>
          </w:p>
          <w:p w14:paraId="10F5AADA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materialnej budżetu, funkcjonowanie państwowego funduszu celowego</w:t>
            </w:r>
          </w:p>
        </w:tc>
      </w:tr>
      <w:tr w:rsidR="005935C8" w:rsidRPr="00B169DF" w14:paraId="3063A187" w14:textId="77777777" w:rsidTr="00923D7D">
        <w:tc>
          <w:tcPr>
            <w:tcW w:w="9639" w:type="dxa"/>
          </w:tcPr>
          <w:p w14:paraId="6391C851" w14:textId="7124D325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14:paraId="6ABEAF9A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formalnej budżetu; budowa ustawy budżetowej, uchwały budżetowej</w:t>
            </w:r>
          </w:p>
        </w:tc>
      </w:tr>
      <w:tr w:rsidR="005935C8" w:rsidRPr="00B169DF" w14:paraId="0B32D1EA" w14:textId="77777777" w:rsidTr="00923D7D">
        <w:tc>
          <w:tcPr>
            <w:tcW w:w="9639" w:type="dxa"/>
          </w:tcPr>
          <w:p w14:paraId="7938982C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Budżet środków europejskich</w:t>
            </w:r>
          </w:p>
        </w:tc>
      </w:tr>
      <w:tr w:rsidR="005935C8" w:rsidRPr="00B169DF" w14:paraId="739F8FC6" w14:textId="77777777" w:rsidTr="00923D7D">
        <w:tc>
          <w:tcPr>
            <w:tcW w:w="9639" w:type="dxa"/>
          </w:tcPr>
          <w:p w14:paraId="5096B5CA" w14:textId="23FB3847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Funkcjonowanie budżetów: centralnego i samorządowych w </w:t>
            </w:r>
            <w:r>
              <w:rPr>
                <w:rFonts w:ascii="Corbel" w:hAnsi="Corbel"/>
                <w:sz w:val="24"/>
                <w:szCs w:val="24"/>
              </w:rPr>
              <w:t>świetle zasad budżetowych oraz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F81841">
              <w:rPr>
                <w:rFonts w:ascii="Corbel" w:hAnsi="Corbel"/>
                <w:sz w:val="24"/>
                <w:szCs w:val="24"/>
              </w:rPr>
              <w:t>yjątków w stosunku do tych zasad:</w:t>
            </w:r>
          </w:p>
          <w:p w14:paraId="40C8D4FC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jawności budżetu</w:t>
            </w:r>
          </w:p>
        </w:tc>
      </w:tr>
      <w:tr w:rsidR="005935C8" w:rsidRPr="00B169DF" w14:paraId="6FEEFAC0" w14:textId="77777777" w:rsidTr="00923D7D">
        <w:tc>
          <w:tcPr>
            <w:tcW w:w="9639" w:type="dxa"/>
          </w:tcPr>
          <w:p w14:paraId="158A2660" w14:textId="6BE746A8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Rola środków zagranicznych pochodzących z budżetu UE i tyc</w:t>
            </w:r>
            <w:r>
              <w:rPr>
                <w:rFonts w:ascii="Corbel" w:hAnsi="Corbel"/>
                <w:sz w:val="24"/>
                <w:szCs w:val="24"/>
              </w:rPr>
              <w:t>h pochodzących z innych źródeł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F81841">
              <w:rPr>
                <w:rFonts w:ascii="Corbel" w:hAnsi="Corbel"/>
                <w:sz w:val="24"/>
                <w:szCs w:val="24"/>
              </w:rPr>
              <w:t>agranicznych</w:t>
            </w:r>
          </w:p>
        </w:tc>
      </w:tr>
      <w:tr w:rsidR="005935C8" w:rsidRPr="00B169DF" w14:paraId="0F1FE9A2" w14:textId="77777777" w:rsidTr="00923D7D">
        <w:tc>
          <w:tcPr>
            <w:tcW w:w="9639" w:type="dxa"/>
          </w:tcPr>
          <w:p w14:paraId="749EE764" w14:textId="2FAC37BA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rocznego wykonywania budżetu państwa i samorządo</w:t>
            </w:r>
            <w:r>
              <w:rPr>
                <w:rFonts w:ascii="Corbel" w:hAnsi="Corbel"/>
                <w:sz w:val="24"/>
                <w:szCs w:val="24"/>
              </w:rPr>
              <w:t>wego, z uwzględnieniem zmian w r</w:t>
            </w:r>
            <w:r w:rsidRPr="00F81841">
              <w:rPr>
                <w:rFonts w:ascii="Corbel" w:hAnsi="Corbel"/>
                <w:sz w:val="24"/>
                <w:szCs w:val="24"/>
              </w:rPr>
              <w:t>oku realizacji budżetu: przeniesienia planowanych wydatków budżetowych, zablokowania</w:t>
            </w:r>
            <w:r w:rsidR="009D13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>planowanych wydatków budżetowych, uruchamiania rezerw budżetowych</w:t>
            </w:r>
          </w:p>
        </w:tc>
      </w:tr>
      <w:tr w:rsidR="005935C8" w:rsidRPr="00B169DF" w14:paraId="0E6630D4" w14:textId="77777777" w:rsidTr="00923D7D">
        <w:tc>
          <w:tcPr>
            <w:tcW w:w="9639" w:type="dxa"/>
          </w:tcPr>
          <w:p w14:paraId="39FF3377" w14:textId="7CE2B6BB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rozliczania półrocznego i rocznego wykonania budżetu</w:t>
            </w:r>
          </w:p>
        </w:tc>
      </w:tr>
      <w:tr w:rsidR="005935C8" w:rsidRPr="00B169DF" w14:paraId="242D56AA" w14:textId="77777777" w:rsidTr="00923D7D">
        <w:tc>
          <w:tcPr>
            <w:tcW w:w="9639" w:type="dxa"/>
          </w:tcPr>
          <w:p w14:paraId="016BEB45" w14:textId="77777777" w:rsidR="005935C8" w:rsidRPr="00FE48AF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Ogólne zasady odpowiedzialności za naruszenie dyscypliny finansów publicznych</w:t>
            </w:r>
          </w:p>
        </w:tc>
      </w:tr>
      <w:tr w:rsidR="005935C8" w:rsidRPr="00B169DF" w14:paraId="2CCCD911" w14:textId="77777777" w:rsidTr="00923D7D">
        <w:tc>
          <w:tcPr>
            <w:tcW w:w="9639" w:type="dxa"/>
          </w:tcPr>
          <w:p w14:paraId="7A626BC2" w14:textId="77777777" w:rsidR="005935C8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podatkowego </w:t>
            </w:r>
          </w:p>
        </w:tc>
      </w:tr>
      <w:tr w:rsidR="005935C8" w:rsidRPr="00B169DF" w14:paraId="06A73338" w14:textId="77777777" w:rsidTr="00923D7D">
        <w:tc>
          <w:tcPr>
            <w:tcW w:w="9639" w:type="dxa"/>
          </w:tcPr>
          <w:p w14:paraId="49B02C7A" w14:textId="77777777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ubezpieczeń społecznych</w:t>
            </w:r>
          </w:p>
        </w:tc>
      </w:tr>
      <w:tr w:rsidR="005935C8" w:rsidRPr="00B169DF" w14:paraId="4930BB57" w14:textId="77777777" w:rsidTr="00923D7D">
        <w:tc>
          <w:tcPr>
            <w:tcW w:w="9639" w:type="dxa"/>
          </w:tcPr>
          <w:p w14:paraId="5764983A" w14:textId="77777777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walutowe i obiegu pieniężnego</w:t>
            </w:r>
          </w:p>
        </w:tc>
      </w:tr>
      <w:tr w:rsidR="005935C8" w:rsidRPr="00B169DF" w14:paraId="4412D3DC" w14:textId="77777777" w:rsidTr="00923D7D">
        <w:tc>
          <w:tcPr>
            <w:tcW w:w="9639" w:type="dxa"/>
          </w:tcPr>
          <w:p w14:paraId="6D8FE360" w14:textId="77777777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Zarys prawa bankowego – rola i funkcje NBP, rodzaje banków, zasady tworzenia banków</w:t>
            </w:r>
          </w:p>
        </w:tc>
      </w:tr>
      <w:tr w:rsidR="005935C8" w:rsidRPr="00B169DF" w14:paraId="0BBA35A8" w14:textId="77777777" w:rsidTr="00923D7D">
        <w:tc>
          <w:tcPr>
            <w:tcW w:w="9639" w:type="dxa"/>
          </w:tcPr>
          <w:p w14:paraId="21566DAC" w14:textId="77777777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rynku finansowego</w:t>
            </w:r>
          </w:p>
        </w:tc>
      </w:tr>
      <w:tr w:rsidR="005935C8" w:rsidRPr="00B169DF" w14:paraId="4FD09166" w14:textId="77777777" w:rsidTr="00923D7D">
        <w:tc>
          <w:tcPr>
            <w:tcW w:w="9639" w:type="dxa"/>
          </w:tcPr>
          <w:p w14:paraId="01A91D2A" w14:textId="77777777" w:rsidR="005935C8" w:rsidRPr="00F81841" w:rsidRDefault="005935C8" w:rsidP="009D13F9">
            <w:pPr>
              <w:pStyle w:val="Akapitzlist"/>
              <w:spacing w:after="0" w:line="240" w:lineRule="auto"/>
              <w:ind w:left="37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celnego </w:t>
            </w:r>
          </w:p>
        </w:tc>
      </w:tr>
    </w:tbl>
    <w:p w14:paraId="0F66D84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452D7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A6AF8A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70913BF" w14:textId="77777777" w:rsidTr="00923D7D">
        <w:tc>
          <w:tcPr>
            <w:tcW w:w="9639" w:type="dxa"/>
          </w:tcPr>
          <w:p w14:paraId="64D19334" w14:textId="77777777" w:rsidR="0085747A" w:rsidRPr="009D13F9" w:rsidRDefault="0085747A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13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935C8" w:rsidRPr="00B169DF" w14:paraId="13106E1D" w14:textId="77777777" w:rsidTr="00923D7D">
        <w:tc>
          <w:tcPr>
            <w:tcW w:w="9639" w:type="dxa"/>
          </w:tcPr>
          <w:p w14:paraId="124768C5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Charakterystyka prawa finansów publicznych – pojęcia i definicje. </w:t>
            </w:r>
          </w:p>
          <w:p w14:paraId="588B13FF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-Pojęcie finansów publicznych </w:t>
            </w:r>
          </w:p>
          <w:p w14:paraId="6A8B13F2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-Funkcje finansów publicznych </w:t>
            </w:r>
          </w:p>
          <w:p w14:paraId="748923D8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-Podstawy prawne </w:t>
            </w:r>
          </w:p>
          <w:p w14:paraId="4C311C1D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-Jawność i przejrzystość finansów publicznych</w:t>
            </w:r>
          </w:p>
        </w:tc>
      </w:tr>
      <w:tr w:rsidR="005935C8" w:rsidRPr="00B169DF" w14:paraId="22BE634A" w14:textId="77777777" w:rsidTr="00923D7D">
        <w:tc>
          <w:tcPr>
            <w:tcW w:w="9639" w:type="dxa"/>
          </w:tcPr>
          <w:p w14:paraId="785CFF63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27F6CB4E">
              <w:rPr>
                <w:rFonts w:ascii="Corbel" w:hAnsi="Corbel"/>
                <w:sz w:val="24"/>
                <w:szCs w:val="24"/>
              </w:rPr>
              <w:t xml:space="preserve">Formy organizacyjno-prawne jednostek sektora finansów publicznych: jednostki budżetowe, samorządowe zakłady budżetowe, agencje wykonawcze, instytucje gospodarki budżetowej, państwowe fundusze celowe </w:t>
            </w:r>
          </w:p>
        </w:tc>
      </w:tr>
      <w:tr w:rsidR="005935C8" w:rsidRPr="00B169DF" w14:paraId="758A83A7" w14:textId="77777777" w:rsidTr="00923D7D">
        <w:tc>
          <w:tcPr>
            <w:tcW w:w="9639" w:type="dxa"/>
          </w:tcPr>
          <w:p w14:paraId="7CF3DE21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Budżet państwa i budżet jednostek samorządu terytorialnego - Budżet państwa, ustawa budżetowa, Wieloletni Plan Finansowy Państwa </w:t>
            </w:r>
          </w:p>
          <w:p w14:paraId="329D866F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Dochody i wydatki budżetu </w:t>
            </w:r>
          </w:p>
          <w:p w14:paraId="603B2045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Klasyfikacja budżetowa </w:t>
            </w:r>
          </w:p>
          <w:p w14:paraId="5751F000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Dług publiczny, deficyt</w:t>
            </w:r>
          </w:p>
          <w:p w14:paraId="7D711048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Budżet jednostek samorządu terytorialnego, uchwała budżetowa, wieloletnia prognoza finansowa jednostek samorządu terytorialnego</w:t>
            </w:r>
          </w:p>
        </w:tc>
      </w:tr>
      <w:tr w:rsidR="005935C8" w:rsidRPr="00B169DF" w14:paraId="64EA564F" w14:textId="77777777" w:rsidTr="00923D7D">
        <w:tc>
          <w:tcPr>
            <w:tcW w:w="9639" w:type="dxa"/>
          </w:tcPr>
          <w:p w14:paraId="5DE99447" w14:textId="77777777" w:rsidR="005935C8" w:rsidRPr="006101E9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i charakter danin publicznych </w:t>
            </w:r>
          </w:p>
        </w:tc>
      </w:tr>
      <w:tr w:rsidR="005935C8" w:rsidRPr="00B169DF" w14:paraId="09FED8E5" w14:textId="77777777" w:rsidTr="00923D7D">
        <w:tc>
          <w:tcPr>
            <w:tcW w:w="9639" w:type="dxa"/>
          </w:tcPr>
          <w:p w14:paraId="0CFE11D5" w14:textId="77777777" w:rsidR="005935C8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podatkowe – teoria podatku, obowiązek i zobowiązania podatkowe</w:t>
            </w:r>
          </w:p>
        </w:tc>
      </w:tr>
      <w:tr w:rsidR="005935C8" w:rsidRPr="00B169DF" w14:paraId="1EA443CD" w14:textId="77777777" w:rsidTr="00923D7D">
        <w:tc>
          <w:tcPr>
            <w:tcW w:w="9639" w:type="dxa"/>
          </w:tcPr>
          <w:p w14:paraId="10D38BBB" w14:textId="77777777" w:rsidR="005935C8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ubezpieczeń społecznych</w:t>
            </w:r>
          </w:p>
        </w:tc>
      </w:tr>
      <w:tr w:rsidR="005935C8" w:rsidRPr="00B169DF" w14:paraId="3F903BB2" w14:textId="77777777" w:rsidTr="00923D7D">
        <w:tc>
          <w:tcPr>
            <w:tcW w:w="9639" w:type="dxa"/>
          </w:tcPr>
          <w:p w14:paraId="1EC9D229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Ogólna charakterystyka europejskiej polityki pieniężnej </w:t>
            </w:r>
          </w:p>
        </w:tc>
      </w:tr>
      <w:tr w:rsidR="005935C8" w:rsidRPr="00B169DF" w14:paraId="40387B82" w14:textId="77777777" w:rsidTr="00923D7D">
        <w:tc>
          <w:tcPr>
            <w:tcW w:w="9639" w:type="dxa"/>
          </w:tcPr>
          <w:p w14:paraId="1B4EFC79" w14:textId="77777777" w:rsidR="005935C8" w:rsidRPr="00F81841" w:rsidRDefault="005935C8" w:rsidP="009D13F9">
            <w:pPr>
              <w:pStyle w:val="Akapitzlist"/>
              <w:spacing w:after="0" w:line="240" w:lineRule="auto"/>
              <w:ind w:left="21" w:hanging="2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Prawo bankowe i czynności bankowe </w:t>
            </w:r>
          </w:p>
        </w:tc>
      </w:tr>
    </w:tbl>
    <w:p w14:paraId="254C1BE6" w14:textId="77777777" w:rsidR="009D13F9" w:rsidRDefault="009D13F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690F1FB" w14:textId="73D71839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</w:t>
      </w:r>
      <w:r w:rsidR="009D13F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529514E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4EC552" w14:textId="76DFB2EF" w:rsidR="005935C8" w:rsidRPr="009D13F9" w:rsidRDefault="005935C8" w:rsidP="009D13F9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b w:val="0"/>
          <w:bCs/>
          <w:smallCaps w:val="0"/>
          <w:szCs w:val="24"/>
        </w:rPr>
      </w:pPr>
      <w:r w:rsidRPr="009D13F9">
        <w:rPr>
          <w:rFonts w:ascii="Corbel" w:hAnsi="Corbel"/>
          <w:b w:val="0"/>
          <w:bCs/>
          <w:smallCaps w:val="0"/>
          <w:szCs w:val="24"/>
        </w:rPr>
        <w:t>Wykład</w:t>
      </w:r>
      <w:r w:rsidR="00A818E2">
        <w:rPr>
          <w:rFonts w:ascii="Corbel" w:hAnsi="Corbel"/>
          <w:b w:val="0"/>
          <w:bCs/>
          <w:smallCaps w:val="0"/>
          <w:szCs w:val="24"/>
        </w:rPr>
        <w:t>: wykład</w:t>
      </w:r>
      <w:r w:rsidRPr="009D13F9">
        <w:rPr>
          <w:rFonts w:ascii="Corbel" w:hAnsi="Corbel"/>
          <w:b w:val="0"/>
          <w:bCs/>
          <w:smallCaps w:val="0"/>
          <w:szCs w:val="24"/>
        </w:rPr>
        <w:t xml:space="preserve"> z prezentacją multimedialną.</w:t>
      </w:r>
    </w:p>
    <w:p w14:paraId="34F49C81" w14:textId="77777777" w:rsidR="005935C8" w:rsidRPr="009D13F9" w:rsidRDefault="005935C8" w:rsidP="00A818E2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9D13F9">
        <w:rPr>
          <w:rFonts w:ascii="Corbel" w:hAnsi="Corbel"/>
          <w:b w:val="0"/>
          <w:bCs/>
          <w:smallCaps w:val="0"/>
          <w:szCs w:val="24"/>
        </w:rPr>
        <w:t>Ćwiczenia: analiza i interpretacja tekstów źródłowych oraz wybranych orzeczeń, analiza studium przypadku, dyskusja, prezentacja referatów, metody kształcenia na odległość.</w:t>
      </w:r>
    </w:p>
    <w:p w14:paraId="2E5B422F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06CA3B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65892C5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782AE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F13AD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5528"/>
        <w:gridCol w:w="2126"/>
      </w:tblGrid>
      <w:tr w:rsidR="0085747A" w:rsidRPr="00B169DF" w14:paraId="04CF6D76" w14:textId="77777777" w:rsidTr="00A818E2">
        <w:tc>
          <w:tcPr>
            <w:tcW w:w="1747" w:type="dxa"/>
            <w:vAlign w:val="center"/>
          </w:tcPr>
          <w:p w14:paraId="410513A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D0A9DD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117135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30C3B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D1059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35C8" w:rsidRPr="00B169DF" w14:paraId="1DF9944B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35418DED" w14:textId="23AED28D" w:rsidR="005935C8" w:rsidRPr="00A818E2" w:rsidRDefault="005935C8" w:rsidP="00A818E2">
            <w:pPr>
              <w:pStyle w:val="TableParagraph"/>
              <w:ind w:left="0" w:right="186"/>
              <w:rPr>
                <w:sz w:val="24"/>
                <w:szCs w:val="24"/>
              </w:rPr>
            </w:pPr>
            <w:r w:rsidRPr="00A818E2">
              <w:rPr>
                <w:w w:val="89"/>
                <w:sz w:val="24"/>
                <w:szCs w:val="24"/>
              </w:rPr>
              <w:t>EK_</w:t>
            </w:r>
            <w:r w:rsidRPr="00A818E2">
              <w:rPr>
                <w:w w:val="92"/>
                <w:sz w:val="24"/>
                <w:szCs w:val="24"/>
              </w:rPr>
              <w:t>0</w:t>
            </w:r>
            <w:r w:rsidRPr="00A818E2">
              <w:rPr>
                <w:spacing w:val="-1"/>
                <w:w w:val="92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2EEE8CAC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10977895" w14:textId="3541E72F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10B314A2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39C4D715" w14:textId="04D03960" w:rsidR="005935C8" w:rsidRPr="00A818E2" w:rsidRDefault="005935C8" w:rsidP="00A818E2">
            <w:pPr>
              <w:pStyle w:val="TableParagraph"/>
              <w:ind w:left="0" w:right="186"/>
              <w:rPr>
                <w:sz w:val="24"/>
                <w:szCs w:val="24"/>
              </w:rPr>
            </w:pPr>
            <w:r w:rsidRPr="00A818E2">
              <w:rPr>
                <w:w w:val="90"/>
                <w:sz w:val="24"/>
                <w:szCs w:val="24"/>
              </w:rPr>
              <w:t>EK</w:t>
            </w:r>
            <w:r w:rsidRPr="00A818E2">
              <w:rPr>
                <w:spacing w:val="3"/>
                <w:w w:val="90"/>
                <w:sz w:val="24"/>
                <w:szCs w:val="24"/>
              </w:rPr>
              <w:t>_</w:t>
            </w:r>
            <w:r w:rsidRPr="00A818E2">
              <w:rPr>
                <w:w w:val="89"/>
                <w:sz w:val="24"/>
                <w:szCs w:val="24"/>
              </w:rPr>
              <w:t>02</w:t>
            </w:r>
          </w:p>
        </w:tc>
        <w:tc>
          <w:tcPr>
            <w:tcW w:w="5528" w:type="dxa"/>
            <w:vAlign w:val="center"/>
          </w:tcPr>
          <w:p w14:paraId="4F7C2302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6857F085" w14:textId="3D54C0A2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0C44627D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31EC1ABC" w14:textId="4335DCA9" w:rsidR="005935C8" w:rsidRPr="00A818E2" w:rsidRDefault="005935C8" w:rsidP="00A818E2">
            <w:pPr>
              <w:pStyle w:val="TableParagraph"/>
              <w:ind w:left="0" w:right="186"/>
              <w:rPr>
                <w:sz w:val="24"/>
                <w:szCs w:val="24"/>
              </w:rPr>
            </w:pPr>
            <w:r w:rsidRPr="00A818E2">
              <w:rPr>
                <w:w w:val="90"/>
                <w:sz w:val="24"/>
                <w:szCs w:val="24"/>
              </w:rPr>
              <w:t>EK_</w:t>
            </w:r>
            <w:r w:rsidRPr="00A818E2">
              <w:rPr>
                <w:w w:val="92"/>
                <w:sz w:val="24"/>
                <w:szCs w:val="24"/>
              </w:rPr>
              <w:t>03</w:t>
            </w:r>
          </w:p>
        </w:tc>
        <w:tc>
          <w:tcPr>
            <w:tcW w:w="5528" w:type="dxa"/>
            <w:vAlign w:val="center"/>
          </w:tcPr>
          <w:p w14:paraId="49CA616F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7408AF92" w14:textId="56D27CD6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44D2D851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5A7D4F35" w14:textId="045F0F7F" w:rsidR="005935C8" w:rsidRPr="00A818E2" w:rsidRDefault="005935C8" w:rsidP="00A818E2">
            <w:pPr>
              <w:pStyle w:val="TableParagraph"/>
              <w:ind w:left="0" w:right="186"/>
              <w:rPr>
                <w:sz w:val="24"/>
                <w:szCs w:val="24"/>
              </w:rPr>
            </w:pPr>
            <w:r w:rsidRPr="00A818E2">
              <w:rPr>
                <w:w w:val="89"/>
                <w:sz w:val="24"/>
                <w:szCs w:val="24"/>
              </w:rPr>
              <w:t>EK_</w:t>
            </w:r>
            <w:r w:rsidRPr="00A818E2">
              <w:rPr>
                <w:w w:val="92"/>
                <w:sz w:val="24"/>
                <w:szCs w:val="24"/>
              </w:rPr>
              <w:t>04</w:t>
            </w:r>
          </w:p>
        </w:tc>
        <w:tc>
          <w:tcPr>
            <w:tcW w:w="5528" w:type="dxa"/>
            <w:vAlign w:val="center"/>
          </w:tcPr>
          <w:p w14:paraId="1454848A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096D6546" w14:textId="13D64F69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330C103A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01134208" w14:textId="4DE23548" w:rsidR="005935C8" w:rsidRPr="00A818E2" w:rsidRDefault="005935C8" w:rsidP="00A818E2">
            <w:pPr>
              <w:pStyle w:val="TableParagraph"/>
              <w:ind w:left="0" w:right="186"/>
              <w:rPr>
                <w:sz w:val="24"/>
                <w:szCs w:val="24"/>
              </w:rPr>
            </w:pPr>
            <w:r w:rsidRPr="00A818E2">
              <w:rPr>
                <w:w w:val="89"/>
                <w:sz w:val="24"/>
                <w:szCs w:val="24"/>
              </w:rPr>
              <w:t>EK_</w:t>
            </w:r>
            <w:r w:rsidRPr="00A818E2">
              <w:rPr>
                <w:w w:val="91"/>
                <w:sz w:val="24"/>
                <w:szCs w:val="24"/>
              </w:rPr>
              <w:t>05</w:t>
            </w:r>
          </w:p>
        </w:tc>
        <w:tc>
          <w:tcPr>
            <w:tcW w:w="5528" w:type="dxa"/>
            <w:vAlign w:val="center"/>
          </w:tcPr>
          <w:p w14:paraId="5AD8CB2D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49F765E0" w14:textId="126F6B67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570910C8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0F32208E" w14:textId="7A22E332" w:rsidR="005935C8" w:rsidRPr="00A818E2" w:rsidRDefault="005935C8" w:rsidP="00A818E2">
            <w:pPr>
              <w:pStyle w:val="TableParagraph"/>
              <w:ind w:left="0" w:right="186"/>
              <w:rPr>
                <w:w w:val="89"/>
                <w:sz w:val="24"/>
                <w:szCs w:val="24"/>
              </w:rPr>
            </w:pPr>
            <w:r w:rsidRPr="00A818E2">
              <w:rPr>
                <w:w w:val="90"/>
                <w:sz w:val="24"/>
                <w:szCs w:val="24"/>
              </w:rPr>
              <w:t>EK_</w:t>
            </w:r>
            <w:r w:rsidRPr="00A818E2">
              <w:rPr>
                <w:w w:val="91"/>
                <w:sz w:val="24"/>
                <w:szCs w:val="24"/>
              </w:rPr>
              <w:t>06</w:t>
            </w:r>
          </w:p>
        </w:tc>
        <w:tc>
          <w:tcPr>
            <w:tcW w:w="5528" w:type="dxa"/>
            <w:vAlign w:val="center"/>
          </w:tcPr>
          <w:p w14:paraId="1117A04F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526DBD6E" w14:textId="541CD0B9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28031E56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11D5B11C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w w:val="90"/>
                <w:szCs w:val="24"/>
              </w:rPr>
              <w:t>EK_</w:t>
            </w:r>
            <w:r w:rsidRPr="00A818E2">
              <w:rPr>
                <w:rFonts w:ascii="Corbel" w:hAnsi="Corbel"/>
                <w:b w:val="0"/>
                <w:smallCaps w:val="0"/>
                <w:spacing w:val="1"/>
                <w:w w:val="80"/>
                <w:szCs w:val="24"/>
              </w:rPr>
              <w:t>07</w:t>
            </w:r>
          </w:p>
        </w:tc>
        <w:tc>
          <w:tcPr>
            <w:tcW w:w="5528" w:type="dxa"/>
            <w:vAlign w:val="center"/>
          </w:tcPr>
          <w:p w14:paraId="46EC8E45" w14:textId="2772DF6A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7C1AB79E" w14:textId="75F828E1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3B4D8422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1AAF9F7D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w w:val="90"/>
                <w:szCs w:val="24"/>
              </w:rPr>
              <w:t>EK_</w:t>
            </w:r>
            <w:r w:rsidRPr="00A818E2">
              <w:rPr>
                <w:rFonts w:ascii="Corbel" w:hAnsi="Corbel"/>
                <w:b w:val="0"/>
                <w:smallCaps w:val="0"/>
                <w:spacing w:val="-1"/>
                <w:w w:val="83"/>
                <w:szCs w:val="24"/>
              </w:rPr>
              <w:t>08</w:t>
            </w:r>
          </w:p>
        </w:tc>
        <w:tc>
          <w:tcPr>
            <w:tcW w:w="5528" w:type="dxa"/>
            <w:vAlign w:val="center"/>
          </w:tcPr>
          <w:p w14:paraId="5D993E9C" w14:textId="7CF1AEDC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5B03C947" w14:textId="05D4AB50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4426171C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27D2CFF0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123B9CD3" w14:textId="5ECE2774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13FBF657" w14:textId="569FC105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935C8" w:rsidRPr="00B169DF" w14:paraId="30A09968" w14:textId="77777777" w:rsidTr="00A818E2">
        <w:trPr>
          <w:trHeight w:val="340"/>
        </w:trPr>
        <w:tc>
          <w:tcPr>
            <w:tcW w:w="1747" w:type="dxa"/>
            <w:vAlign w:val="center"/>
          </w:tcPr>
          <w:p w14:paraId="04516D29" w14:textId="77777777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0F969044" w14:textId="25CC7EF5" w:rsidR="005935C8" w:rsidRPr="00A818E2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14:paraId="1E29474A" w14:textId="6CA2D1BA" w:rsidR="005935C8" w:rsidRPr="00A818E2" w:rsidRDefault="00A818E2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8E2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C29F51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D1435" w14:textId="776EEEA0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A818E2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5AECF158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6"/>
      </w:tblGrid>
      <w:tr w:rsidR="0085747A" w:rsidRPr="00B169DF" w14:paraId="35A5AC3D" w14:textId="77777777" w:rsidTr="00A818E2">
        <w:tc>
          <w:tcPr>
            <w:tcW w:w="9446" w:type="dxa"/>
          </w:tcPr>
          <w:p w14:paraId="06C98CD4" w14:textId="77777777" w:rsidR="00A818E2" w:rsidRDefault="005935C8" w:rsidP="00A818E2">
            <w:pPr>
              <w:spacing w:before="60" w:after="60"/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</w:pPr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Warunkiem zdania egzaminu jest zaliczenie ćwiczeń oraz uzyskania pozytywnej oceny</w:t>
            </w:r>
            <w:r w:rsidRPr="00A818E2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>. Egzamin ma formę pisemną lub ustną i polega na odpowiedzi na zadane pytana (5 pytań). Zawierać może pytania testowe, otwarte oraz problemy do rozwiązania. Uzyskanie oceny pozytywnej wymaga udzielenia poprawnych odpowiedzi na ponad 51% pytań. Egzamin trwa łącznie 1 godzinę zegarową. W wypadku egzaminu ustnego – 3 pytania zadawane przez egzaminatora.</w:t>
            </w:r>
            <w:r w:rsidR="00A818E2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EF3B0BB" w14:textId="46426972" w:rsidR="005935C8" w:rsidRPr="00A818E2" w:rsidRDefault="005935C8" w:rsidP="00A818E2">
            <w:pPr>
              <w:spacing w:before="60" w:after="60"/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</w:pPr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Skala ocen: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powyższej 90%, plus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81 – 89%,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 70 – 80%, plus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61 -69%, </w:t>
            </w:r>
            <w:r w:rsid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50 – 60%,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</w:t>
            </w:r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poniżej 50 %</w:t>
            </w:r>
          </w:p>
          <w:p w14:paraId="75CFE81F" w14:textId="24575CF8" w:rsidR="005935C8" w:rsidRPr="00A818E2" w:rsidRDefault="005935C8" w:rsidP="00A818E2">
            <w:pPr>
              <w:spacing w:before="60" w:after="60"/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</w:pPr>
            <w:r w:rsidRPr="00A818E2">
              <w:rPr>
                <w:rFonts w:ascii="Corbel" w:hAnsi="Corbel" w:cstheme="minorHAnsi"/>
                <w:sz w:val="24"/>
                <w:szCs w:val="24"/>
              </w:rPr>
              <w:t xml:space="preserve">W przypadku ćwiczeń zaliczenie na podstawie – frekwencji na ćwiczeniach, aktywności na zajęciach oraz 2 kolokwiów, z których ocena pozytywna osiągana jest w przypadku uzyskania ponad 50% poprawnych </w:t>
            </w:r>
            <w:proofErr w:type="spellStart"/>
            <w:r w:rsidRPr="00A818E2">
              <w:rPr>
                <w:rFonts w:ascii="Corbel" w:hAnsi="Corbel" w:cstheme="minorHAnsi"/>
                <w:sz w:val="24"/>
                <w:szCs w:val="24"/>
              </w:rPr>
              <w:t>odpowiedzi.</w:t>
            </w:r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Skala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ocen: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powyższej 90%, plus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81 – 89%, </w:t>
            </w:r>
            <w:r w:rsid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 70 – 80%, plus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61 -69%,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50 – 60%, </w:t>
            </w:r>
            <w:proofErr w:type="spellStart"/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</w:t>
            </w:r>
            <w:r w:rsidRPr="00A818E2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poniżej 50 %</w:t>
            </w:r>
          </w:p>
          <w:p w14:paraId="24824BE1" w14:textId="46688C10" w:rsidR="0085747A" w:rsidRPr="00A818E2" w:rsidRDefault="005935C8" w:rsidP="00A818E2">
            <w:pPr>
              <w:pStyle w:val="Punktygwne"/>
              <w:spacing w:before="6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818E2">
              <w:rPr>
                <w:rFonts w:ascii="Corbel" w:hAnsi="Corbel" w:cstheme="minorHAnsi"/>
                <w:b w:val="0"/>
                <w:smallCaps w:val="0"/>
                <w:szCs w:val="24"/>
              </w:rPr>
              <w:t>Kryteria oceny: poprawność i kompletność odpowiedzi, poprawna terminologia, aktualny stan prawny.</w:t>
            </w:r>
          </w:p>
        </w:tc>
      </w:tr>
    </w:tbl>
    <w:p w14:paraId="7707F81A" w14:textId="77777777" w:rsidR="00BE3311" w:rsidRDefault="00BE331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33D01EA" w14:textId="77777777" w:rsidR="00A818E2" w:rsidRDefault="00A818E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7C5FC27" w14:textId="469668BD" w:rsidR="009F4610" w:rsidRPr="00B169DF" w:rsidRDefault="0085747A" w:rsidP="00A818E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671D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2"/>
      </w:tblGrid>
      <w:tr w:rsidR="0085747A" w:rsidRPr="00B169DF" w14:paraId="3881AA1F" w14:textId="77777777" w:rsidTr="00A818E2">
        <w:tc>
          <w:tcPr>
            <w:tcW w:w="5103" w:type="dxa"/>
            <w:vAlign w:val="center"/>
          </w:tcPr>
          <w:p w14:paraId="7BE8DC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2F5705A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935C8" w:rsidRPr="00B169DF" w14:paraId="209BC3EC" w14:textId="77777777" w:rsidTr="00A818E2">
        <w:trPr>
          <w:trHeight w:val="363"/>
        </w:trPr>
        <w:tc>
          <w:tcPr>
            <w:tcW w:w="5103" w:type="dxa"/>
            <w:vAlign w:val="center"/>
          </w:tcPr>
          <w:p w14:paraId="61682CCB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52" w:type="dxa"/>
          </w:tcPr>
          <w:p w14:paraId="748B5729" w14:textId="77777777" w:rsidR="005935C8" w:rsidRPr="009C54AE" w:rsidRDefault="005935C8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935C8" w:rsidRPr="00B169DF" w14:paraId="2A09BA55" w14:textId="77777777" w:rsidTr="00A818E2">
        <w:tc>
          <w:tcPr>
            <w:tcW w:w="5103" w:type="dxa"/>
            <w:vAlign w:val="center"/>
          </w:tcPr>
          <w:p w14:paraId="12B7EA50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A4ADAB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14:paraId="2CA75236" w14:textId="77777777" w:rsidR="005935C8" w:rsidRPr="009C54AE" w:rsidRDefault="005935C8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935C8" w:rsidRPr="00B169DF" w14:paraId="1A65CDAF" w14:textId="77777777" w:rsidTr="00A818E2">
        <w:tc>
          <w:tcPr>
            <w:tcW w:w="5103" w:type="dxa"/>
            <w:vAlign w:val="center"/>
          </w:tcPr>
          <w:p w14:paraId="523E2B1D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08E861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14:paraId="0EC799D9" w14:textId="77777777" w:rsidR="005935C8" w:rsidRPr="009C54AE" w:rsidRDefault="005935C8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5935C8" w:rsidRPr="00B169DF" w14:paraId="5F2A8728" w14:textId="77777777" w:rsidTr="00A818E2">
        <w:trPr>
          <w:trHeight w:val="365"/>
        </w:trPr>
        <w:tc>
          <w:tcPr>
            <w:tcW w:w="5103" w:type="dxa"/>
            <w:vAlign w:val="center"/>
          </w:tcPr>
          <w:p w14:paraId="4E9080B9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18A7245B" w14:textId="77777777" w:rsidR="005935C8" w:rsidRPr="009C54AE" w:rsidRDefault="005935C8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935C8" w:rsidRPr="00B169DF" w14:paraId="7C0705CE" w14:textId="77777777" w:rsidTr="00A818E2">
        <w:trPr>
          <w:trHeight w:val="365"/>
        </w:trPr>
        <w:tc>
          <w:tcPr>
            <w:tcW w:w="5103" w:type="dxa"/>
            <w:vAlign w:val="center"/>
          </w:tcPr>
          <w:p w14:paraId="7D8FEA09" w14:textId="77777777" w:rsidR="005935C8" w:rsidRPr="00B169DF" w:rsidRDefault="005935C8" w:rsidP="00A818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151259AD" w14:textId="77777777" w:rsidR="005935C8" w:rsidRPr="009C54AE" w:rsidRDefault="005935C8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476A660" w14:textId="77777777" w:rsidR="0085747A" w:rsidRPr="00B169DF" w:rsidRDefault="00923D7D" w:rsidP="00A818E2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D97223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FC8A9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95CE56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685"/>
      </w:tblGrid>
      <w:tr w:rsidR="005935C8" w:rsidRPr="00B169DF" w14:paraId="32FC0B1C" w14:textId="77777777" w:rsidTr="00A818E2">
        <w:trPr>
          <w:trHeight w:val="397"/>
        </w:trPr>
        <w:tc>
          <w:tcPr>
            <w:tcW w:w="4111" w:type="dxa"/>
          </w:tcPr>
          <w:p w14:paraId="5BDA26AA" w14:textId="77777777" w:rsidR="005935C8" w:rsidRPr="00B169DF" w:rsidRDefault="00593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5B0A3E11" w14:textId="77777777" w:rsidR="005935C8" w:rsidRPr="009C54AE" w:rsidRDefault="005935C8" w:rsidP="009E1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6440EA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935C8" w:rsidRPr="00B169DF" w14:paraId="357DFBD4" w14:textId="77777777" w:rsidTr="00A818E2">
        <w:trPr>
          <w:trHeight w:val="397"/>
        </w:trPr>
        <w:tc>
          <w:tcPr>
            <w:tcW w:w="4111" w:type="dxa"/>
          </w:tcPr>
          <w:p w14:paraId="0A431175" w14:textId="77777777" w:rsidR="005935C8" w:rsidRPr="00B169DF" w:rsidRDefault="00593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A0178A4" w14:textId="77777777" w:rsidR="005935C8" w:rsidRPr="009C54AE" w:rsidRDefault="005935C8" w:rsidP="009E1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440EA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D32BC1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6DAE1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2AE7D4BD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935C8" w:rsidRPr="00B169DF" w14:paraId="77C77450" w14:textId="77777777" w:rsidTr="00A818E2">
        <w:trPr>
          <w:trHeight w:val="397"/>
        </w:trPr>
        <w:tc>
          <w:tcPr>
            <w:tcW w:w="9355" w:type="dxa"/>
          </w:tcPr>
          <w:p w14:paraId="1AD918D3" w14:textId="77777777" w:rsidR="005935C8" w:rsidRPr="00AE6678" w:rsidRDefault="005935C8" w:rsidP="00A818E2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06440EA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4955937" w14:textId="33F8A5FD" w:rsidR="00763558" w:rsidRPr="00763558" w:rsidRDefault="00763558" w:rsidP="00A818E2">
            <w:pPr>
              <w:spacing w:before="60" w:after="0" w:line="240" w:lineRule="auto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T. Dębowska-Romanowska, </w:t>
            </w:r>
            <w:r w:rsidRPr="007C25C0">
              <w:rPr>
                <w:rFonts w:ascii="Corbel" w:hAnsi="Corbel" w:cs="Calibri"/>
                <w:i/>
                <w:iCs/>
                <w:sz w:val="24"/>
                <w:szCs w:val="24"/>
              </w:rPr>
              <w:t>Ustrojowe i konstytucyjne prawo finansowe, C</w:t>
            </w:r>
            <w:r w:rsidR="00A818E2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7C25C0">
              <w:rPr>
                <w:rFonts w:ascii="Corbel" w:hAnsi="Corbel" w:cs="Calibri"/>
                <w:i/>
                <w:iCs/>
                <w:sz w:val="24"/>
                <w:szCs w:val="24"/>
              </w:rPr>
              <w:t>.H.</w:t>
            </w:r>
            <w:r w:rsidR="00A818E2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7C25C0">
              <w:rPr>
                <w:rFonts w:ascii="Corbel" w:hAnsi="Corbel" w:cs="Calibri"/>
                <w:i/>
                <w:iCs/>
                <w:sz w:val="24"/>
                <w:szCs w:val="24"/>
              </w:rPr>
              <w:t>Beck 2025,</w:t>
            </w:r>
          </w:p>
          <w:p w14:paraId="53BF6BEC" w14:textId="42D29B1C" w:rsidR="005935C8" w:rsidRDefault="005935C8" w:rsidP="00A818E2">
            <w:pPr>
              <w:spacing w:after="0" w:line="240" w:lineRule="auto"/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</w:pPr>
            <w:r w:rsidRPr="000435FB">
              <w:rPr>
                <w:rFonts w:ascii="Corbel" w:hAnsi="Corbel" w:cs="Calibri"/>
                <w:sz w:val="24"/>
                <w:szCs w:val="24"/>
              </w:rPr>
              <w:t xml:space="preserve">W. Morawski, P. Majka, J. </w:t>
            </w:r>
            <w:proofErr w:type="spellStart"/>
            <w:r w:rsidRPr="000435FB">
              <w:rPr>
                <w:rFonts w:ascii="Corbel" w:hAnsi="Corbel" w:cs="Calibri"/>
                <w:sz w:val="24"/>
                <w:szCs w:val="24"/>
              </w:rPr>
              <w:t>Wantoch</w:t>
            </w:r>
            <w:proofErr w:type="spellEnd"/>
            <w:r w:rsidRPr="000435FB">
              <w:rPr>
                <w:rFonts w:ascii="Corbel" w:hAnsi="Corbel" w:cs="Calibri"/>
                <w:sz w:val="24"/>
                <w:szCs w:val="24"/>
              </w:rPr>
              <w:t xml:space="preserve">-Rekowski, </w:t>
            </w:r>
            <w:r w:rsidRPr="000435FB">
              <w:rPr>
                <w:rFonts w:ascii="Corbel" w:hAnsi="Corbel" w:cs="Calibri"/>
                <w:i/>
                <w:iCs/>
                <w:color w:val="000000"/>
                <w:kern w:val="24"/>
                <w:sz w:val="24"/>
                <w:szCs w:val="24"/>
              </w:rPr>
              <w:t xml:space="preserve">Podstawy prawa finansów publicznych, </w:t>
            </w:r>
            <w:r w:rsidRPr="000435FB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Warszawa 2022,</w:t>
            </w:r>
          </w:p>
          <w:p w14:paraId="719C2E06" w14:textId="77777777" w:rsidR="005935C8" w:rsidRPr="00AE6678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W. Miemiec (red.),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 z kazusami i pytaniami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Warszawa 202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F9E8E99" w14:textId="511CED2E" w:rsidR="005935C8" w:rsidRPr="00A818E2" w:rsidRDefault="005935C8" w:rsidP="00A818E2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0435FB">
              <w:rPr>
                <w:rFonts w:ascii="Corbel" w:hAnsi="Corbel"/>
                <w:sz w:val="24"/>
                <w:szCs w:val="24"/>
              </w:rPr>
              <w:t xml:space="preserve">A. Nowak-Far (red.), </w:t>
            </w:r>
            <w:r w:rsidRPr="000435F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 w:rsidRPr="000435F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0435F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0435F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0435F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="00A818E2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br/>
            </w:r>
            <w:r w:rsidRPr="000435FB">
              <w:rPr>
                <w:rFonts w:ascii="Corbel" w:hAnsi="Corbel"/>
                <w:i/>
                <w:iCs/>
                <w:sz w:val="24"/>
                <w:szCs w:val="24"/>
              </w:rPr>
              <w:t>Finanse publiczne i prawo finansowe</w:t>
            </w:r>
            <w:r w:rsidRPr="000435FB">
              <w:rPr>
                <w:rFonts w:ascii="Corbel" w:hAnsi="Corbel"/>
                <w:sz w:val="24"/>
                <w:szCs w:val="24"/>
              </w:rPr>
              <w:t>, Warszawa 2020,</w:t>
            </w:r>
          </w:p>
          <w:p w14:paraId="50D14525" w14:textId="77777777" w:rsidR="005935C8" w:rsidRPr="000435FB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W. Wójtowicz (red.), </w:t>
            </w:r>
            <w:r w:rsidRPr="000435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finansów publicznych i prawa finansowego</w:t>
            </w:r>
            <w:r w:rsidRPr="000435FB"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14:paraId="075673D0" w14:textId="5DC3EA48" w:rsidR="005935C8" w:rsidRPr="000435FB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M. Bitner, M. </w:t>
            </w:r>
            <w:proofErr w:type="spellStart"/>
            <w:r w:rsidRPr="000435FB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0435FB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0435FB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, K. Radzikowski, H. Litwińczuk, E. Chojna-Duch, M. Grzybowski, W. Modzelewski, M. Lachowicz, M. </w:t>
            </w:r>
            <w:proofErr w:type="spellStart"/>
            <w:r w:rsidRPr="000435FB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-Markowska, </w:t>
            </w:r>
            <w:r w:rsidR="00A818E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M. Waluga, J. Chowaniec, </w:t>
            </w:r>
            <w:r w:rsidRPr="000435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finansowe. Prawo finansów publicznych. Prawo podatkowe. Prawo bankowe</w:t>
            </w:r>
            <w:r w:rsidRPr="000435FB"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14:paraId="5EAEED03" w14:textId="080973F5" w:rsidR="005935C8" w:rsidRPr="00A818E2" w:rsidRDefault="005935C8" w:rsidP="00A818E2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0435FB">
              <w:rPr>
                <w:rFonts w:ascii="Corbel" w:hAnsi="Corbel"/>
                <w:b w:val="0"/>
                <w:smallCaps w:val="0"/>
                <w:szCs w:val="24"/>
              </w:rPr>
              <w:t xml:space="preserve">B. Brzeziński, A. Olesińska (red.), </w:t>
            </w:r>
            <w:r w:rsidRPr="000435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</w:t>
            </w:r>
            <w:r w:rsidRPr="000435FB"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</w:tc>
      </w:tr>
      <w:tr w:rsidR="005935C8" w:rsidRPr="00B169DF" w14:paraId="0524BF48" w14:textId="77777777" w:rsidTr="00A818E2">
        <w:trPr>
          <w:trHeight w:val="397"/>
        </w:trPr>
        <w:tc>
          <w:tcPr>
            <w:tcW w:w="9355" w:type="dxa"/>
          </w:tcPr>
          <w:p w14:paraId="39C6144E" w14:textId="77777777" w:rsidR="005935C8" w:rsidRPr="00AE6678" w:rsidRDefault="005935C8" w:rsidP="00A818E2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06440EA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9200FEC" w14:textId="77777777" w:rsidR="005935C8" w:rsidRDefault="005935C8" w:rsidP="00A818E2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o finansach publicznych. Komentarz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II,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0FA2C7" w14:textId="77777777" w:rsidR="005935C8" w:rsidRPr="00997FDB" w:rsidRDefault="005935C8" w:rsidP="00A818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FDB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997FDB">
              <w:rPr>
                <w:rFonts w:ascii="Corbel" w:hAnsi="Corbel"/>
                <w:sz w:val="24"/>
                <w:szCs w:val="24"/>
              </w:rPr>
              <w:t>Babczuk</w:t>
            </w:r>
            <w:proofErr w:type="spellEnd"/>
            <w:r w:rsidRPr="00997FDB">
              <w:rPr>
                <w:rFonts w:ascii="Corbel" w:hAnsi="Corbel"/>
                <w:sz w:val="24"/>
                <w:szCs w:val="24"/>
              </w:rPr>
              <w:t xml:space="preserve">, J. Salachna, K. Stelmaszczyk, </w:t>
            </w:r>
            <w:r w:rsidRPr="00C14461">
              <w:rPr>
                <w:rFonts w:ascii="Corbel" w:hAnsi="Corbel"/>
                <w:i/>
                <w:iCs/>
                <w:sz w:val="24"/>
                <w:szCs w:val="24"/>
              </w:rPr>
              <w:t>Dyscyplina finansów publicznych. Aktualne problemy w systemie odpowiedzialności</w:t>
            </w:r>
            <w:r w:rsidRPr="00997FDB">
              <w:rPr>
                <w:rFonts w:ascii="Corbel" w:hAnsi="Corbel"/>
                <w:sz w:val="24"/>
                <w:szCs w:val="24"/>
              </w:rPr>
              <w:t>, Wolters Kluwer 2020,</w:t>
            </w:r>
          </w:p>
          <w:p w14:paraId="38E4A886" w14:textId="77777777" w:rsidR="005935C8" w:rsidRPr="00AE6678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L. Lipiec – Warzecha,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Wolters Kluwer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721FCD0" w14:textId="77777777" w:rsidR="005935C8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Kucia –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Smoleń, M. Burzec, M. Duda, M. Jędrzejczyk,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ü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nnich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Publiczne prawo bankowe, Prawo celne, Prawo dewizowe</w:t>
            </w: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DEC9320" w14:textId="77777777" w:rsidR="005935C8" w:rsidRPr="00AE6678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Finanse publiczne i prawo finansowe: instrumenty prawnofinansowe i warunki ich stosowania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Białystok 2018,</w:t>
            </w:r>
          </w:p>
          <w:p w14:paraId="67D50B1D" w14:textId="77777777" w:rsidR="005935C8" w:rsidRPr="00AE6678" w:rsidRDefault="005935C8" w:rsidP="00A81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bankowe</w:t>
            </w:r>
            <w:r w:rsidR="00BE3311">
              <w:rPr>
                <w:rFonts w:ascii="Corbel" w:hAnsi="Corbel"/>
                <w:b w:val="0"/>
                <w:smallCaps w:val="0"/>
                <w:szCs w:val="24"/>
              </w:rPr>
              <w:t>, Warszawa 2021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7318453A" w14:textId="358B0AA8" w:rsidR="005935C8" w:rsidRPr="00AE6678" w:rsidRDefault="005935C8" w:rsidP="00A818E2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K. Borowska, A. Kościńska</w:t>
            </w:r>
            <w:r w:rsidR="00D74373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Paszkowska, T. Bolek, </w:t>
            </w:r>
            <w:r w:rsidRPr="00C144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</w:tc>
      </w:tr>
    </w:tbl>
    <w:p w14:paraId="6DCACE5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5B181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798E5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71BF8" w14:textId="77777777" w:rsidR="00E55D1A" w:rsidRDefault="00E55D1A" w:rsidP="00C16ABF">
      <w:pPr>
        <w:spacing w:after="0" w:line="240" w:lineRule="auto"/>
      </w:pPr>
      <w:r>
        <w:separator/>
      </w:r>
    </w:p>
  </w:endnote>
  <w:endnote w:type="continuationSeparator" w:id="0">
    <w:p w14:paraId="37F27857" w14:textId="77777777" w:rsidR="00E55D1A" w:rsidRDefault="00E55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D1FC8" w14:textId="77777777" w:rsidR="00E55D1A" w:rsidRDefault="00E55D1A" w:rsidP="00C16ABF">
      <w:pPr>
        <w:spacing w:after="0" w:line="240" w:lineRule="auto"/>
      </w:pPr>
      <w:r>
        <w:separator/>
      </w:r>
    </w:p>
  </w:footnote>
  <w:footnote w:type="continuationSeparator" w:id="0">
    <w:p w14:paraId="5522155C" w14:textId="77777777" w:rsidR="00E55D1A" w:rsidRDefault="00E55D1A" w:rsidP="00C16ABF">
      <w:pPr>
        <w:spacing w:after="0" w:line="240" w:lineRule="auto"/>
      </w:pPr>
      <w:r>
        <w:continuationSeparator/>
      </w:r>
    </w:p>
  </w:footnote>
  <w:footnote w:id="1">
    <w:p w14:paraId="548008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18513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49A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B6D01"/>
    <w:rsid w:val="001D657B"/>
    <w:rsid w:val="001D7B54"/>
    <w:rsid w:val="001E0209"/>
    <w:rsid w:val="001F2CA2"/>
    <w:rsid w:val="00207B15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33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35C8"/>
    <w:rsid w:val="0059484D"/>
    <w:rsid w:val="00595B8E"/>
    <w:rsid w:val="005A0855"/>
    <w:rsid w:val="005A3196"/>
    <w:rsid w:val="005A69D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3EB"/>
    <w:rsid w:val="00621CE1"/>
    <w:rsid w:val="00627FC9"/>
    <w:rsid w:val="00635CB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55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8DF"/>
    <w:rsid w:val="00997F14"/>
    <w:rsid w:val="009A78D9"/>
    <w:rsid w:val="009C3E31"/>
    <w:rsid w:val="009C54AE"/>
    <w:rsid w:val="009C788E"/>
    <w:rsid w:val="009D13F9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8E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8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31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C9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7437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D1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2347"/>
    <w:rsid w:val="00F83B28"/>
    <w:rsid w:val="00F9714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AF44C"/>
  <w15:docId w15:val="{A0FE8EA1-DC85-49E7-92EF-101EB337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B36866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7</Pages>
  <Words>1852</Words>
  <Characters>11112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2025-11-04T08:03:00Z</cp:lastPrinted>
  <dcterms:created xsi:type="dcterms:W3CDTF">2025-06-26T09:02:00Z</dcterms:created>
  <dcterms:modified xsi:type="dcterms:W3CDTF">2025-11-04T08:16:00Z</dcterms:modified>
</cp:coreProperties>
</file>